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CB498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CB498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559E5">
        <w:rPr>
          <w:rFonts w:ascii="Corbel" w:hAnsi="Corbel"/>
          <w:i/>
          <w:smallCaps/>
          <w:sz w:val="24"/>
          <w:szCs w:val="24"/>
        </w:rPr>
        <w:t>202</w:t>
      </w:r>
      <w:r w:rsidR="008816AE">
        <w:rPr>
          <w:rFonts w:ascii="Corbel" w:hAnsi="Corbel"/>
          <w:i/>
          <w:smallCaps/>
          <w:sz w:val="24"/>
          <w:szCs w:val="24"/>
        </w:rPr>
        <w:t>3-</w:t>
      </w:r>
      <w:r w:rsidR="007559E5">
        <w:rPr>
          <w:rFonts w:ascii="Corbel" w:hAnsi="Corbel"/>
          <w:i/>
          <w:smallCaps/>
          <w:sz w:val="24"/>
          <w:szCs w:val="24"/>
        </w:rPr>
        <w:t>202</w:t>
      </w:r>
      <w:r w:rsidR="008816AE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7559E5">
        <w:rPr>
          <w:rFonts w:ascii="Corbel" w:hAnsi="Corbel"/>
          <w:sz w:val="20"/>
          <w:szCs w:val="20"/>
        </w:rPr>
        <w:t>202</w:t>
      </w:r>
      <w:r w:rsidR="008816AE">
        <w:rPr>
          <w:rFonts w:ascii="Corbel" w:hAnsi="Corbel"/>
          <w:sz w:val="20"/>
          <w:szCs w:val="20"/>
        </w:rPr>
        <w:t>3</w:t>
      </w:r>
      <w:r w:rsidR="007559E5">
        <w:rPr>
          <w:rFonts w:ascii="Corbel" w:hAnsi="Corbel"/>
          <w:sz w:val="20"/>
          <w:szCs w:val="20"/>
        </w:rPr>
        <w:t>/202</w:t>
      </w:r>
      <w:r w:rsidR="008816AE">
        <w:rPr>
          <w:rFonts w:ascii="Corbel" w:hAnsi="Corbel"/>
          <w:sz w:val="20"/>
          <w:szCs w:val="20"/>
        </w:rPr>
        <w:t>4</w:t>
      </w:r>
      <w:r w:rsidR="00775D7E">
        <w:rPr>
          <w:rFonts w:ascii="Corbel" w:hAnsi="Corbel"/>
          <w:sz w:val="20"/>
          <w:szCs w:val="20"/>
        </w:rPr>
        <w:t xml:space="preserve"> i 202</w:t>
      </w:r>
      <w:r w:rsidR="008816AE">
        <w:rPr>
          <w:rFonts w:ascii="Corbel" w:hAnsi="Corbel"/>
          <w:sz w:val="20"/>
          <w:szCs w:val="20"/>
        </w:rPr>
        <w:t>4</w:t>
      </w:r>
      <w:r w:rsidR="00775D7E">
        <w:rPr>
          <w:rFonts w:ascii="Corbel" w:hAnsi="Corbel"/>
          <w:sz w:val="20"/>
          <w:szCs w:val="20"/>
        </w:rPr>
        <w:t>/202</w:t>
      </w:r>
      <w:r w:rsidR="008816AE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775D7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75D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75D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75D7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F1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5D7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  <w:r w:rsidR="007559E5">
              <w:rPr>
                <w:rFonts w:ascii="Corbel" w:hAnsi="Corbel"/>
                <w:b w:val="0"/>
                <w:sz w:val="24"/>
                <w:szCs w:val="24"/>
              </w:rPr>
              <w:t>; II rok, 3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775D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F1E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F1E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559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7559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559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7559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775D7E">
        <w:rPr>
          <w:rFonts w:ascii="Corbel" w:hAnsi="Corbel"/>
          <w:smallCaps w:val="0"/>
          <w:szCs w:val="24"/>
        </w:rPr>
        <w:t xml:space="preserve"> (z toku)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problemów, zachowań ryzykownych i zagrożeń w określonych środowiskach.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do tworzenia programów i warsztatów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profilaktycznych.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775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775D7E" w:rsidRPr="009C54AE" w:rsidRDefault="00775D7E" w:rsidP="00775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559E5" w:rsidRPr="009C54AE" w:rsidRDefault="00775D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 społecznej: profilaktyka, prewencja, system profilaktyki.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7559E5" w:rsidRPr="009C54AE" w:rsidRDefault="007559E5" w:rsidP="00651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559E5" w:rsidRPr="009C54AE" w:rsidRDefault="00775D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7559E5" w:rsidRPr="009C54AE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559E5" w:rsidRPr="009C54AE" w:rsidRDefault="00775D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 xml:space="preserve">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7559E5" w:rsidRPr="009C54AE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559E5" w:rsidRPr="009C54AE" w:rsidRDefault="00775D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559E5" w:rsidRPr="009C54AE" w:rsidRDefault="00775D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 oraz zaprojektuje program lub warsztat profilaktyczny.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559E5" w:rsidRPr="009C54AE" w:rsidTr="005E6E85">
        <w:tc>
          <w:tcPr>
            <w:tcW w:w="1701" w:type="dxa"/>
          </w:tcPr>
          <w:p w:rsidR="007559E5" w:rsidRPr="009C54AE" w:rsidRDefault="007559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7559E5" w:rsidRPr="009C54AE" w:rsidRDefault="00775D7E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7559E5"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="007559E5"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 w:rsidR="007559E5"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="007559E5"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7559E5" w:rsidRDefault="007559E5" w:rsidP="00B542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7559E5" w:rsidRDefault="00675843" w:rsidP="007559E5">
      <w:pPr>
        <w:spacing w:line="240" w:lineRule="auto"/>
        <w:ind w:firstLine="708"/>
        <w:jc w:val="both"/>
        <w:rPr>
          <w:rFonts w:ascii="Corbel" w:hAnsi="Corbel"/>
          <w:b/>
          <w:sz w:val="24"/>
          <w:szCs w:val="24"/>
        </w:rPr>
      </w:pPr>
      <w:r w:rsidRPr="007559E5">
        <w:rPr>
          <w:rFonts w:ascii="Corbel" w:hAnsi="Corbel"/>
          <w:b/>
          <w:sz w:val="24"/>
          <w:szCs w:val="24"/>
        </w:rPr>
        <w:t>3.3</w:t>
      </w:r>
      <w:r w:rsidR="001D7B54" w:rsidRPr="007559E5">
        <w:rPr>
          <w:rFonts w:ascii="Corbel" w:hAnsi="Corbel"/>
          <w:b/>
          <w:sz w:val="24"/>
          <w:szCs w:val="24"/>
        </w:rPr>
        <w:t xml:space="preserve"> </w:t>
      </w:r>
      <w:r w:rsidR="0085747A" w:rsidRPr="007559E5">
        <w:rPr>
          <w:rFonts w:ascii="Corbel" w:hAnsi="Corbel"/>
          <w:b/>
          <w:sz w:val="24"/>
          <w:szCs w:val="24"/>
        </w:rPr>
        <w:t>T</w:t>
      </w:r>
      <w:r w:rsidR="001D7B54" w:rsidRPr="007559E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559E5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77A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lastRenderedPageBreak/>
              <w:t>Profilaktyka społeczna –definicje pojęć, klasyfikacje oddziaływań, cele i zadania profilaktyki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przejawy patologii społecznych i zachowań ryzykowanych.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rodzaje oddziaływań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zadania instytucji podejmujących działania profilaktyczne.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formy działań w programach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 profilaktyczny – zasady </w:t>
            </w:r>
            <w:r w:rsidRPr="00DA02C0">
              <w:rPr>
                <w:rFonts w:ascii="Corbel" w:hAnsi="Corbel"/>
                <w:sz w:val="24"/>
                <w:szCs w:val="24"/>
              </w:rPr>
              <w:t>budowania, przykładowa konstrukcja, przygotowanie materiałów i pomocy do zaproponowanych warsztatów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profilaktyczny – zasady budowania</w:t>
            </w:r>
            <w:r w:rsidR="00C542A5">
              <w:rPr>
                <w:rFonts w:ascii="Corbel" w:hAnsi="Corbel"/>
                <w:sz w:val="24"/>
                <w:szCs w:val="24"/>
              </w:rPr>
              <w:t xml:space="preserve">, konstrukcja, przygotowanie przykładowego programu profilaktycznego.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referatów,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CB49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559E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6535" w:rsidRPr="009C54AE" w:rsidRDefault="00651334" w:rsidP="006513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775D7E" w:rsidRDefault="00775D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775D7E" w:rsidRDefault="00775D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</w:p>
          <w:p w:rsidR="00775D7E" w:rsidRDefault="00775D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  <w:p w:rsidR="00C61DC5" w:rsidRPr="009C54AE" w:rsidRDefault="00775D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75D7E" w:rsidRDefault="00775D7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75D7E" w:rsidRDefault="0065133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775D7E" w:rsidRDefault="00775D7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  <w:p w:rsidR="00775D7E" w:rsidRDefault="00775D7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775D7E" w:rsidRPr="009C54AE" w:rsidRDefault="00775D7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559E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7559E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75D7E" w:rsidRDefault="00775D7E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5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A., </w:t>
            </w:r>
            <w:proofErr w:type="spellStart"/>
            <w:r w:rsidRPr="00775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Sarzała</w:t>
            </w:r>
            <w:proofErr w:type="spellEnd"/>
            <w:r w:rsidRPr="00775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775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WoźniakW</w:t>
            </w:r>
            <w:proofErr w:type="spellEnd"/>
            <w:r w:rsidRPr="00775D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 Profilaktyka społeczna i resocjalizacja w kontekście psychologicznym, Warszawa 2018.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Adolescencja a zachowania ryzykowne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Bydgoszcz,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D2744B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Profilaktyka i resocjalizacja nieletnich zagrożonych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</w:t>
            </w:r>
            <w:r w:rsidR="004F0EC6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profilaktyka, resocjalizacja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 w:rsid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2744B" w:rsidRPr="00D2744B" w:rsidRDefault="00D2744B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1C6" w:rsidRDefault="002E21C6" w:rsidP="00C16ABF">
      <w:pPr>
        <w:spacing w:after="0" w:line="240" w:lineRule="auto"/>
      </w:pPr>
      <w:r>
        <w:separator/>
      </w:r>
    </w:p>
  </w:endnote>
  <w:endnote w:type="continuationSeparator" w:id="0">
    <w:p w:rsidR="002E21C6" w:rsidRDefault="002E21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1C6" w:rsidRDefault="002E21C6" w:rsidP="00C16ABF">
      <w:pPr>
        <w:spacing w:after="0" w:line="240" w:lineRule="auto"/>
      </w:pPr>
      <w:r>
        <w:separator/>
      </w:r>
    </w:p>
  </w:footnote>
  <w:footnote w:type="continuationSeparator" w:id="0">
    <w:p w:rsidR="002E21C6" w:rsidRDefault="002E21C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1C6"/>
    <w:rsid w:val="002F02A3"/>
    <w:rsid w:val="002F4ABE"/>
    <w:rsid w:val="003018BA"/>
    <w:rsid w:val="0030395F"/>
    <w:rsid w:val="00305C92"/>
    <w:rsid w:val="003151C5"/>
    <w:rsid w:val="003342F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00D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071"/>
    <w:rsid w:val="00647FA8"/>
    <w:rsid w:val="00650C5F"/>
    <w:rsid w:val="00651334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E70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9E5"/>
    <w:rsid w:val="00763BF1"/>
    <w:rsid w:val="00766FD4"/>
    <w:rsid w:val="00775D7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16A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68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4982"/>
    <w:rsid w:val="00CD6897"/>
    <w:rsid w:val="00CE5BAC"/>
    <w:rsid w:val="00CE5D33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3B7C8"/>
  <w15:docId w15:val="{DC820B6D-59EB-4863-9841-FF7CD7CB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C525D-C630-4A70-9DCE-B3EB058C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5</Pages>
  <Words>1145</Words>
  <Characters>6871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2022-03-30T18:43:00Z</dcterms:created>
  <dcterms:modified xsi:type="dcterms:W3CDTF">2023-04-20T08:34:00Z</dcterms:modified>
</cp:coreProperties>
</file>